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98D" w:rsidRDefault="00B5698D" w:rsidP="00795DA1">
      <w:pPr>
        <w:ind w:left="-993"/>
        <w:rPr>
          <w:noProof/>
          <w:lang w:eastAsia="it-CH"/>
        </w:rPr>
      </w:pPr>
    </w:p>
    <w:p w:rsidR="00B5698D" w:rsidRDefault="00B5698D" w:rsidP="00795DA1">
      <w:pPr>
        <w:ind w:left="-993"/>
        <w:rPr>
          <w:noProof/>
          <w:lang w:eastAsia="it-CH"/>
        </w:rPr>
      </w:pPr>
    </w:p>
    <w:p w:rsidR="00B5698D" w:rsidRDefault="00935042" w:rsidP="00795DA1">
      <w:pPr>
        <w:ind w:left="-993"/>
        <w:rPr>
          <w:noProof/>
          <w:lang w:eastAsia="it-CH"/>
        </w:rPr>
      </w:pPr>
      <w:r>
        <w:rPr>
          <w:noProof/>
          <w:lang w:eastAsia="it-CH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1265555</wp:posOffset>
            </wp:positionH>
            <wp:positionV relativeFrom="paragraph">
              <wp:posOffset>12700</wp:posOffset>
            </wp:positionV>
            <wp:extent cx="4829810" cy="4818380"/>
            <wp:effectExtent l="0" t="0" r="8890" b="127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9810" cy="4818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5698D" w:rsidRDefault="00B5698D" w:rsidP="00795DA1">
      <w:pPr>
        <w:ind w:left="-993"/>
        <w:rPr>
          <w:noProof/>
          <w:lang w:eastAsia="it-CH"/>
        </w:rPr>
      </w:pPr>
    </w:p>
    <w:p w:rsidR="00B5698D" w:rsidRDefault="00B5698D" w:rsidP="00795DA1">
      <w:pPr>
        <w:ind w:left="-993"/>
        <w:rPr>
          <w:noProof/>
          <w:lang w:eastAsia="it-CH"/>
        </w:rPr>
      </w:pPr>
    </w:p>
    <w:p w:rsidR="00B5698D" w:rsidRDefault="00B5698D" w:rsidP="00795DA1">
      <w:pPr>
        <w:ind w:left="-993"/>
        <w:rPr>
          <w:noProof/>
          <w:lang w:eastAsia="it-CH"/>
        </w:rPr>
      </w:pPr>
    </w:p>
    <w:p w:rsidR="00B5698D" w:rsidRDefault="00B5698D" w:rsidP="00795DA1">
      <w:pPr>
        <w:ind w:left="-993"/>
        <w:rPr>
          <w:noProof/>
          <w:lang w:eastAsia="it-CH"/>
        </w:rPr>
      </w:pPr>
    </w:p>
    <w:p w:rsidR="00B5698D" w:rsidRDefault="00B5698D" w:rsidP="00795DA1">
      <w:pPr>
        <w:ind w:left="-993"/>
        <w:rPr>
          <w:noProof/>
          <w:lang w:eastAsia="it-CH"/>
        </w:rPr>
      </w:pPr>
    </w:p>
    <w:p w:rsidR="00B5698D" w:rsidRDefault="00B5698D" w:rsidP="00795DA1">
      <w:pPr>
        <w:ind w:left="-993"/>
        <w:rPr>
          <w:noProof/>
          <w:lang w:eastAsia="it-CH"/>
        </w:rPr>
      </w:pPr>
    </w:p>
    <w:p w:rsidR="00B5698D" w:rsidRDefault="00B5698D" w:rsidP="00795DA1">
      <w:pPr>
        <w:ind w:left="-993"/>
        <w:rPr>
          <w:noProof/>
          <w:lang w:eastAsia="it-CH"/>
        </w:rPr>
      </w:pPr>
    </w:p>
    <w:p w:rsidR="00B5698D" w:rsidRDefault="00B5698D" w:rsidP="00795DA1">
      <w:pPr>
        <w:ind w:left="-993"/>
        <w:rPr>
          <w:noProof/>
          <w:lang w:eastAsia="it-CH"/>
        </w:rPr>
      </w:pPr>
    </w:p>
    <w:p w:rsidR="00B5698D" w:rsidRDefault="00B5698D" w:rsidP="00795DA1">
      <w:pPr>
        <w:ind w:left="-993"/>
        <w:rPr>
          <w:noProof/>
          <w:lang w:eastAsia="it-CH"/>
        </w:rPr>
      </w:pPr>
    </w:p>
    <w:p w:rsidR="00B5698D" w:rsidRDefault="00B5698D" w:rsidP="00795DA1">
      <w:pPr>
        <w:ind w:left="-993"/>
        <w:rPr>
          <w:noProof/>
          <w:lang w:eastAsia="it-CH"/>
        </w:rPr>
      </w:pPr>
    </w:p>
    <w:p w:rsidR="00B5698D" w:rsidRDefault="00B5698D" w:rsidP="00795DA1">
      <w:pPr>
        <w:ind w:left="-993"/>
        <w:rPr>
          <w:noProof/>
          <w:lang w:eastAsia="it-CH"/>
        </w:rPr>
      </w:pPr>
    </w:p>
    <w:p w:rsidR="00B5698D" w:rsidRDefault="00B5698D" w:rsidP="00795DA1">
      <w:pPr>
        <w:ind w:left="-993"/>
        <w:rPr>
          <w:noProof/>
          <w:lang w:eastAsia="it-CH"/>
        </w:rPr>
      </w:pPr>
    </w:p>
    <w:p w:rsidR="00B5698D" w:rsidRDefault="00B5698D" w:rsidP="00795DA1">
      <w:pPr>
        <w:ind w:left="-993"/>
        <w:rPr>
          <w:noProof/>
          <w:lang w:eastAsia="it-CH"/>
        </w:rPr>
      </w:pPr>
    </w:p>
    <w:p w:rsidR="00D9616A" w:rsidRDefault="00D9616A" w:rsidP="00795DA1">
      <w:pPr>
        <w:ind w:left="-993"/>
        <w:rPr>
          <w:noProof/>
          <w:lang w:eastAsia="it-CH"/>
        </w:rPr>
      </w:pPr>
    </w:p>
    <w:p w:rsidR="00D9616A" w:rsidRDefault="00D9616A" w:rsidP="00795DA1">
      <w:pPr>
        <w:ind w:left="-993"/>
        <w:rPr>
          <w:noProof/>
          <w:lang w:eastAsia="it-CH"/>
        </w:rPr>
      </w:pPr>
    </w:p>
    <w:p w:rsidR="00D9616A" w:rsidRDefault="00935042" w:rsidP="00795DA1">
      <w:pPr>
        <w:ind w:left="-993"/>
        <w:rPr>
          <w:noProof/>
          <w:lang w:eastAsia="it-CH"/>
        </w:rPr>
      </w:pPr>
      <w:r>
        <w:rPr>
          <w:noProof/>
          <w:lang w:eastAsia="it-CH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861733</wp:posOffset>
            </wp:positionH>
            <wp:positionV relativeFrom="paragraph">
              <wp:posOffset>260615</wp:posOffset>
            </wp:positionV>
            <wp:extent cx="4829810" cy="4824095"/>
            <wp:effectExtent l="0" t="0" r="8890" b="0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9810" cy="4824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616A" w:rsidRDefault="00D9616A" w:rsidP="00795DA1">
      <w:pPr>
        <w:ind w:left="-993"/>
        <w:rPr>
          <w:noProof/>
          <w:lang w:eastAsia="it-CH"/>
        </w:rPr>
      </w:pPr>
    </w:p>
    <w:p w:rsidR="00D9616A" w:rsidRDefault="00D9616A" w:rsidP="00795DA1">
      <w:pPr>
        <w:ind w:left="-993"/>
        <w:rPr>
          <w:noProof/>
          <w:lang w:eastAsia="it-CH"/>
        </w:rPr>
      </w:pPr>
    </w:p>
    <w:p w:rsidR="00D9616A" w:rsidRDefault="00D9616A" w:rsidP="00795DA1">
      <w:pPr>
        <w:ind w:left="-993"/>
        <w:rPr>
          <w:noProof/>
          <w:lang w:eastAsia="it-CH"/>
        </w:rPr>
      </w:pPr>
    </w:p>
    <w:p w:rsidR="00D9616A" w:rsidRDefault="00D9616A" w:rsidP="00795DA1">
      <w:pPr>
        <w:ind w:left="-993"/>
        <w:rPr>
          <w:noProof/>
          <w:lang w:eastAsia="it-CH"/>
        </w:rPr>
      </w:pPr>
    </w:p>
    <w:p w:rsidR="00D9616A" w:rsidRDefault="00D9616A" w:rsidP="00795DA1">
      <w:pPr>
        <w:ind w:left="-993"/>
        <w:rPr>
          <w:noProof/>
          <w:lang w:eastAsia="it-CH"/>
        </w:rPr>
      </w:pPr>
    </w:p>
    <w:p w:rsidR="00D9616A" w:rsidRDefault="00D9616A" w:rsidP="00795DA1">
      <w:pPr>
        <w:ind w:left="-993"/>
        <w:rPr>
          <w:noProof/>
          <w:lang w:eastAsia="it-CH"/>
        </w:rPr>
      </w:pPr>
    </w:p>
    <w:p w:rsidR="00D9616A" w:rsidRDefault="00D9616A" w:rsidP="00795DA1">
      <w:pPr>
        <w:ind w:left="-993"/>
        <w:rPr>
          <w:noProof/>
          <w:lang w:eastAsia="it-CH"/>
        </w:rPr>
      </w:pPr>
    </w:p>
    <w:p w:rsidR="00D9616A" w:rsidRDefault="00D9616A" w:rsidP="00795DA1">
      <w:pPr>
        <w:ind w:left="-993"/>
        <w:rPr>
          <w:noProof/>
          <w:lang w:eastAsia="it-CH"/>
        </w:rPr>
      </w:pPr>
    </w:p>
    <w:p w:rsidR="00D9616A" w:rsidRDefault="00D9616A" w:rsidP="00795DA1">
      <w:pPr>
        <w:ind w:left="-993"/>
        <w:rPr>
          <w:noProof/>
          <w:lang w:eastAsia="it-CH"/>
        </w:rPr>
      </w:pPr>
    </w:p>
    <w:p w:rsidR="00D9616A" w:rsidRDefault="00D9616A" w:rsidP="00795DA1">
      <w:pPr>
        <w:ind w:left="-993"/>
        <w:rPr>
          <w:noProof/>
          <w:lang w:eastAsia="it-CH"/>
        </w:rPr>
      </w:pPr>
    </w:p>
    <w:p w:rsidR="00D9616A" w:rsidRDefault="00D9616A" w:rsidP="00795DA1">
      <w:pPr>
        <w:ind w:left="-993"/>
        <w:rPr>
          <w:noProof/>
          <w:lang w:eastAsia="it-CH"/>
        </w:rPr>
      </w:pPr>
    </w:p>
    <w:p w:rsidR="00D9616A" w:rsidRDefault="00D9616A" w:rsidP="00795DA1">
      <w:pPr>
        <w:ind w:left="-993"/>
        <w:rPr>
          <w:noProof/>
          <w:lang w:eastAsia="it-CH"/>
        </w:rPr>
      </w:pPr>
    </w:p>
    <w:p w:rsidR="00D9616A" w:rsidRDefault="00D9616A" w:rsidP="00795DA1">
      <w:pPr>
        <w:ind w:left="-993"/>
        <w:rPr>
          <w:noProof/>
          <w:lang w:eastAsia="it-CH"/>
        </w:rPr>
      </w:pPr>
    </w:p>
    <w:p w:rsidR="00B5698D" w:rsidRDefault="00B5698D" w:rsidP="00795DA1">
      <w:pPr>
        <w:ind w:left="-993"/>
        <w:rPr>
          <w:noProof/>
          <w:lang w:eastAsia="it-CH"/>
        </w:rPr>
      </w:pPr>
    </w:p>
    <w:p w:rsidR="00CE5A0E" w:rsidRDefault="00935042" w:rsidP="00795DA1">
      <w:pPr>
        <w:ind w:left="-993"/>
      </w:pPr>
      <w:bookmarkStart w:id="0" w:name="_GoBack"/>
      <w:bookmarkEnd w:id="0"/>
      <w:r>
        <w:rPr>
          <w:noProof/>
          <w:lang w:eastAsia="it-CH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951258</wp:posOffset>
            </wp:positionH>
            <wp:positionV relativeFrom="paragraph">
              <wp:posOffset>451807</wp:posOffset>
            </wp:positionV>
            <wp:extent cx="4829810" cy="4809490"/>
            <wp:effectExtent l="0" t="0" r="889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9810" cy="4809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CH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220980</wp:posOffset>
            </wp:positionH>
            <wp:positionV relativeFrom="paragraph">
              <wp:posOffset>5261098</wp:posOffset>
            </wp:positionV>
            <wp:extent cx="4768215" cy="4798060"/>
            <wp:effectExtent l="0" t="0" r="0" b="254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215" cy="4798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E5A0E" w:rsidSect="00B5698D">
      <w:pgSz w:w="11906" w:h="16838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A1"/>
    <w:rsid w:val="001B33AD"/>
    <w:rsid w:val="004A1191"/>
    <w:rsid w:val="006F294B"/>
    <w:rsid w:val="00795DA1"/>
    <w:rsid w:val="00935042"/>
    <w:rsid w:val="00B5698D"/>
    <w:rsid w:val="00CE5A0E"/>
    <w:rsid w:val="00D9616A"/>
    <w:rsid w:val="00FB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2AD138C-119D-4F20-912C-64C6D6533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3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33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DA60DCBC</Template>
  <TotalTime>0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Servizio Informatico TI-EDU - USI-SUPSI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Canducci Michele</dc:creator>
  <cp:keywords/>
  <dc:description/>
  <cp:lastModifiedBy>Canducci Michele</cp:lastModifiedBy>
  <cp:revision>3</cp:revision>
  <cp:lastPrinted>2018-02-27T08:35:00Z</cp:lastPrinted>
  <dcterms:created xsi:type="dcterms:W3CDTF">2018-01-11T14:31:00Z</dcterms:created>
  <dcterms:modified xsi:type="dcterms:W3CDTF">2018-02-27T10:01:00Z</dcterms:modified>
</cp:coreProperties>
</file>